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6671" w:rsidRPr="00936B48" w:rsidRDefault="008E6671" w:rsidP="00936B48">
      <w:pPr>
        <w:spacing w:after="0" w:line="240" w:lineRule="auto"/>
        <w:rPr>
          <w:sz w:val="56"/>
          <w:szCs w:val="56"/>
        </w:rPr>
      </w:pPr>
      <w:bookmarkStart w:id="0" w:name="_GoBack"/>
      <w:bookmarkEnd w:id="0"/>
    </w:p>
    <w:tbl>
      <w:tblPr>
        <w:tblStyle w:val="Tablaconcuadrcula"/>
        <w:tblW w:w="10454" w:type="dxa"/>
        <w:tblInd w:w="-848" w:type="dxa"/>
        <w:tblBorders>
          <w:top w:val="single" w:sz="12" w:space="0" w:color="95B3D7" w:themeColor="accent1" w:themeTint="99"/>
          <w:left w:val="single" w:sz="12" w:space="0" w:color="95B3D7" w:themeColor="accent1" w:themeTint="99"/>
          <w:bottom w:val="single" w:sz="12" w:space="0" w:color="95B3D7" w:themeColor="accent1" w:themeTint="99"/>
          <w:right w:val="single" w:sz="12" w:space="0" w:color="95B3D7" w:themeColor="accent1" w:themeTint="99"/>
          <w:insideH w:val="none" w:sz="0" w:space="0" w:color="auto"/>
          <w:insideV w:val="none" w:sz="0" w:space="0" w:color="auto"/>
        </w:tblBorders>
        <w:tblLook w:val="04A0"/>
      </w:tblPr>
      <w:tblGrid>
        <w:gridCol w:w="5171"/>
        <w:gridCol w:w="2731"/>
        <w:gridCol w:w="2552"/>
      </w:tblGrid>
      <w:tr w:rsidR="00A56C4C" w:rsidTr="00DD3241">
        <w:trPr>
          <w:trHeight w:val="270"/>
        </w:trPr>
        <w:tc>
          <w:tcPr>
            <w:tcW w:w="7902" w:type="dxa"/>
            <w:gridSpan w:val="2"/>
            <w:tcBorders>
              <w:top w:val="single" w:sz="12" w:space="0" w:color="4A442A" w:themeColor="background2" w:themeShade="40"/>
              <w:left w:val="single" w:sz="12" w:space="0" w:color="4A442A" w:themeColor="background2" w:themeShade="40"/>
              <w:bottom w:val="nil"/>
              <w:right w:val="nil"/>
            </w:tcBorders>
            <w:vAlign w:val="bottom"/>
          </w:tcPr>
          <w:p w:rsidR="00A56C4C" w:rsidRPr="00AF61A3" w:rsidRDefault="003A5155" w:rsidP="00936B48">
            <w:pPr>
              <w:spacing w:before="240"/>
              <w:rPr>
                <w:color w:val="4A442A" w:themeColor="background2" w:themeShade="40"/>
              </w:rPr>
            </w:pPr>
            <w:r>
              <w:rPr>
                <w:color w:val="4A442A" w:themeColor="background2" w:themeShade="40"/>
              </w:rPr>
              <w:t>Nombre del entrevistador:</w:t>
            </w:r>
            <w:r w:rsidR="00A56C4C" w:rsidRPr="00AF61A3">
              <w:rPr>
                <w:color w:val="4A442A" w:themeColor="background2" w:themeShade="40"/>
              </w:rPr>
              <w:t>_______________________________________________</w:t>
            </w:r>
            <w:r w:rsidR="00442EED">
              <w:rPr>
                <w:color w:val="4A442A" w:themeColor="background2" w:themeShade="40"/>
              </w:rPr>
              <w:t>_</w:t>
            </w:r>
          </w:p>
        </w:tc>
        <w:tc>
          <w:tcPr>
            <w:tcW w:w="2552" w:type="dxa"/>
            <w:tcBorders>
              <w:top w:val="single" w:sz="12" w:space="0" w:color="4A442A" w:themeColor="background2" w:themeShade="40"/>
              <w:left w:val="nil"/>
              <w:bottom w:val="nil"/>
              <w:right w:val="single" w:sz="12" w:space="0" w:color="4A442A" w:themeColor="background2" w:themeShade="40"/>
            </w:tcBorders>
            <w:vAlign w:val="bottom"/>
          </w:tcPr>
          <w:p w:rsidR="00A56C4C" w:rsidRPr="00AF61A3" w:rsidRDefault="003A5155" w:rsidP="00AF61A3">
            <w:pPr>
              <w:spacing w:before="240"/>
              <w:rPr>
                <w:color w:val="4A442A" w:themeColor="background2" w:themeShade="40"/>
              </w:rPr>
            </w:pPr>
            <w:r>
              <w:rPr>
                <w:color w:val="4A442A" w:themeColor="background2" w:themeShade="40"/>
              </w:rPr>
              <w:t>Nº del entrevistado</w:t>
            </w:r>
            <w:r w:rsidR="00AF61A3" w:rsidRPr="00AF61A3">
              <w:rPr>
                <w:color w:val="4A442A" w:themeColor="background2" w:themeShade="40"/>
              </w:rPr>
              <w:t>r</w:t>
            </w:r>
            <w:r w:rsidR="00A56C4C" w:rsidRPr="00AF61A3">
              <w:rPr>
                <w:color w:val="4A442A" w:themeColor="background2" w:themeShade="40"/>
              </w:rPr>
              <w:t>:____</w:t>
            </w:r>
          </w:p>
        </w:tc>
      </w:tr>
      <w:tr w:rsidR="00A56C4C" w:rsidTr="00DD3241">
        <w:trPr>
          <w:trHeight w:val="255"/>
        </w:trPr>
        <w:tc>
          <w:tcPr>
            <w:tcW w:w="7902" w:type="dxa"/>
            <w:gridSpan w:val="2"/>
            <w:tcBorders>
              <w:top w:val="nil"/>
              <w:left w:val="single" w:sz="12" w:space="0" w:color="4A442A" w:themeColor="background2" w:themeShade="40"/>
              <w:bottom w:val="nil"/>
              <w:right w:val="nil"/>
            </w:tcBorders>
            <w:vAlign w:val="bottom"/>
          </w:tcPr>
          <w:p w:rsidR="000D7758" w:rsidRPr="00AF61A3" w:rsidRDefault="000D7758" w:rsidP="00EB2BE8">
            <w:pPr>
              <w:spacing w:before="240"/>
              <w:rPr>
                <w:color w:val="4A442A" w:themeColor="background2" w:themeShade="4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12" w:space="0" w:color="4A442A" w:themeColor="background2" w:themeShade="40"/>
            </w:tcBorders>
            <w:vAlign w:val="bottom"/>
          </w:tcPr>
          <w:p w:rsidR="00A56C4C" w:rsidRPr="00AF61A3" w:rsidRDefault="00A56C4C" w:rsidP="00EB2BE8">
            <w:pPr>
              <w:spacing w:before="240"/>
              <w:rPr>
                <w:color w:val="4A442A" w:themeColor="background2" w:themeShade="40"/>
              </w:rPr>
            </w:pPr>
          </w:p>
        </w:tc>
      </w:tr>
      <w:tr w:rsidR="00A56C4C" w:rsidTr="005B7F31">
        <w:trPr>
          <w:trHeight w:val="338"/>
        </w:trPr>
        <w:tc>
          <w:tcPr>
            <w:tcW w:w="5171" w:type="dxa"/>
            <w:tcBorders>
              <w:top w:val="nil"/>
              <w:left w:val="single" w:sz="12" w:space="0" w:color="4A442A" w:themeColor="background2" w:themeShade="40"/>
              <w:bottom w:val="single" w:sz="4" w:space="0" w:color="auto"/>
            </w:tcBorders>
            <w:tcMar>
              <w:bottom w:w="113" w:type="dxa"/>
            </w:tcMar>
            <w:vAlign w:val="bottom"/>
          </w:tcPr>
          <w:p w:rsidR="00A56C4C" w:rsidRPr="00AF61A3" w:rsidRDefault="00A56C4C" w:rsidP="00EB2BE8">
            <w:pPr>
              <w:spacing w:before="240"/>
              <w:rPr>
                <w:color w:val="4A442A" w:themeColor="background2" w:themeShade="40"/>
              </w:rPr>
            </w:pPr>
          </w:p>
        </w:tc>
        <w:tc>
          <w:tcPr>
            <w:tcW w:w="5283" w:type="dxa"/>
            <w:gridSpan w:val="2"/>
            <w:tcBorders>
              <w:top w:val="nil"/>
              <w:bottom w:val="single" w:sz="12" w:space="0" w:color="4A442A" w:themeColor="background2" w:themeShade="40"/>
              <w:right w:val="single" w:sz="12" w:space="0" w:color="4A442A" w:themeColor="background2" w:themeShade="40"/>
            </w:tcBorders>
            <w:tcMar>
              <w:bottom w:w="113" w:type="dxa"/>
            </w:tcMar>
            <w:vAlign w:val="bottom"/>
          </w:tcPr>
          <w:p w:rsidR="00A56C4C" w:rsidRPr="00AF61A3" w:rsidRDefault="00A56C4C" w:rsidP="00EB2BE8">
            <w:pPr>
              <w:spacing w:before="240"/>
              <w:rPr>
                <w:color w:val="4A442A" w:themeColor="background2" w:themeShade="40"/>
              </w:rPr>
            </w:pPr>
          </w:p>
        </w:tc>
      </w:tr>
    </w:tbl>
    <w:p w:rsidR="00C711E7" w:rsidRDefault="00C711E7">
      <w:pPr>
        <w:rPr>
          <w:sz w:val="40"/>
          <w:szCs w:val="40"/>
        </w:rPr>
      </w:pPr>
    </w:p>
    <w:tbl>
      <w:tblPr>
        <w:tblStyle w:val="Tablaconcuadrcula"/>
        <w:tblW w:w="10110" w:type="dxa"/>
        <w:jc w:val="center"/>
        <w:tblLook w:val="0000"/>
      </w:tblPr>
      <w:tblGrid>
        <w:gridCol w:w="10110"/>
      </w:tblGrid>
      <w:tr w:rsidR="00C711E7" w:rsidTr="005B7F31">
        <w:trPr>
          <w:trHeight w:val="623"/>
          <w:jc w:val="center"/>
        </w:trPr>
        <w:tc>
          <w:tcPr>
            <w:tcW w:w="10110" w:type="dxa"/>
            <w:tcBorders>
              <w:top w:val="single" w:sz="4" w:space="0" w:color="auto"/>
              <w:bottom w:val="single" w:sz="4" w:space="0" w:color="auto"/>
            </w:tcBorders>
          </w:tcPr>
          <w:p w:rsidR="00C711E7" w:rsidRPr="005B7F31" w:rsidRDefault="003A5155" w:rsidP="000D7758">
            <w:pPr>
              <w:ind w:left="861"/>
              <w:jc w:val="center"/>
              <w:rPr>
                <w:b/>
                <w:sz w:val="40"/>
                <w:szCs w:val="40"/>
              </w:rPr>
            </w:pPr>
            <w:r w:rsidRPr="003A5155">
              <w:rPr>
                <w:b/>
                <w:sz w:val="40"/>
                <w:szCs w:val="40"/>
                <w:highlight w:val="yellow"/>
              </w:rPr>
              <w:t>DATOS DEL ENTREVISTADO</w:t>
            </w:r>
          </w:p>
        </w:tc>
      </w:tr>
      <w:tr w:rsidR="00C711E7" w:rsidTr="005B7F31">
        <w:trPr>
          <w:trHeight w:val="2565"/>
          <w:jc w:val="center"/>
        </w:trPr>
        <w:tc>
          <w:tcPr>
            <w:tcW w:w="10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C711E7" w:rsidRPr="000D7758" w:rsidRDefault="004879DA" w:rsidP="000D775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Nombre.</w:t>
            </w:r>
            <w:r w:rsidR="000D7758" w:rsidRPr="000D7758">
              <w:rPr>
                <w:rFonts w:ascii="Arial" w:hAnsi="Arial" w:cs="Arial"/>
                <w:sz w:val="24"/>
                <w:szCs w:val="24"/>
              </w:rPr>
              <w:t>_____________________________________________________</w:t>
            </w:r>
          </w:p>
          <w:p w:rsidR="000D7758" w:rsidRPr="000D7758" w:rsidRDefault="000D7758" w:rsidP="00C711E7">
            <w:pPr>
              <w:ind w:left="861"/>
              <w:rPr>
                <w:rFonts w:ascii="Arial" w:hAnsi="Arial" w:cs="Arial"/>
                <w:sz w:val="24"/>
                <w:szCs w:val="24"/>
              </w:rPr>
            </w:pPr>
          </w:p>
          <w:p w:rsidR="000D7758" w:rsidRDefault="000D7758" w:rsidP="000D775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Domicilio.</w:t>
            </w:r>
            <w:r w:rsidRPr="000D7758">
              <w:rPr>
                <w:rFonts w:ascii="Arial" w:hAnsi="Arial" w:cs="Arial"/>
                <w:sz w:val="24"/>
                <w:szCs w:val="24"/>
              </w:rPr>
              <w:t>___________________________________________________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0D7758" w:rsidRDefault="000D7758" w:rsidP="000D7758">
            <w:pPr>
              <w:rPr>
                <w:rFonts w:ascii="Arial" w:hAnsi="Arial" w:cs="Arial"/>
                <w:sz w:val="24"/>
                <w:szCs w:val="24"/>
              </w:rPr>
            </w:pPr>
          </w:p>
          <w:p w:rsidR="000D7758" w:rsidRPr="000D7758" w:rsidRDefault="005B7F31" w:rsidP="000D775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val="es-ES" w:eastAsia="es-ES"/>
              </w:rPr>
              <w:pict>
                <v:rect id="_x0000_s1070" style="position:absolute;margin-left:37.45pt;margin-top:4.1pt;width:35.25pt;height:18pt;z-index:251658240"/>
              </w:pict>
            </w:r>
            <w:r w:rsidR="000D7758">
              <w:rPr>
                <w:rFonts w:ascii="Arial" w:hAnsi="Arial" w:cs="Arial"/>
                <w:sz w:val="24"/>
                <w:szCs w:val="24"/>
              </w:rPr>
              <w:t>Edad.</w:t>
            </w:r>
            <w:r w:rsidR="000D7758" w:rsidRPr="000D7758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0D7758" w:rsidRDefault="000D7758" w:rsidP="000D7758">
            <w:pPr>
              <w:rPr>
                <w:rFonts w:ascii="Arial" w:hAnsi="Arial" w:cs="Arial"/>
                <w:sz w:val="24"/>
                <w:szCs w:val="24"/>
              </w:rPr>
            </w:pPr>
          </w:p>
          <w:p w:rsidR="005B7F31" w:rsidRDefault="005B7F31" w:rsidP="000D775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val="es-ES" w:eastAsia="es-ES"/>
              </w:rPr>
              <w:pict>
                <v:rect id="_x0000_s1075" style="position:absolute;margin-left:37.45pt;margin-top:5pt;width:35.25pt;height:18pt;z-index:251659264"/>
              </w:pict>
            </w:r>
            <w:r w:rsidR="000D7758">
              <w:rPr>
                <w:rFonts w:ascii="Arial" w:hAnsi="Arial" w:cs="Arial"/>
                <w:sz w:val="24"/>
                <w:szCs w:val="24"/>
              </w:rPr>
              <w:t xml:space="preserve">Sexo. </w:t>
            </w:r>
          </w:p>
          <w:p w:rsidR="000D7758" w:rsidRDefault="005B7F31" w:rsidP="005B7F31">
            <w:pPr>
              <w:tabs>
                <w:tab w:val="left" w:pos="2190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ab/>
            </w:r>
          </w:p>
          <w:p w:rsidR="005B7F31" w:rsidRPr="005B7F31" w:rsidRDefault="005B7F31" w:rsidP="005B7F31">
            <w:pPr>
              <w:tabs>
                <w:tab w:val="left" w:pos="2190"/>
              </w:tabs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B7F31" w:rsidTr="005B7F31">
        <w:trPr>
          <w:trHeight w:val="615"/>
          <w:jc w:val="center"/>
        </w:trPr>
        <w:tc>
          <w:tcPr>
            <w:tcW w:w="10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5B7F31" w:rsidRPr="005B7F31" w:rsidRDefault="005B7F31" w:rsidP="005B7F3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B7F31">
              <w:rPr>
                <w:rFonts w:ascii="Arial" w:hAnsi="Arial" w:cs="Arial"/>
                <w:b/>
                <w:sz w:val="24"/>
                <w:szCs w:val="24"/>
              </w:rPr>
              <w:t>CUESTIONARIO</w:t>
            </w:r>
          </w:p>
        </w:tc>
      </w:tr>
      <w:tr w:rsidR="005B7F31" w:rsidTr="005B7F31">
        <w:trPr>
          <w:trHeight w:val="6975"/>
          <w:jc w:val="center"/>
        </w:trPr>
        <w:tc>
          <w:tcPr>
            <w:tcW w:w="10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5B7F31" w:rsidRDefault="005B7F31" w:rsidP="000D7758">
            <w:pPr>
              <w:rPr>
                <w:rFonts w:ascii="Arial" w:hAnsi="Arial" w:cs="Arial"/>
                <w:sz w:val="24"/>
                <w:szCs w:val="24"/>
              </w:rPr>
            </w:pPr>
          </w:p>
          <w:p w:rsidR="005B7F31" w:rsidRPr="00F6413D" w:rsidRDefault="005B7F31" w:rsidP="005B7F31">
            <w:pPr>
              <w:rPr>
                <w:rFonts w:ascii="Arial" w:hAnsi="Arial" w:cs="Arial"/>
                <w:sz w:val="20"/>
                <w:szCs w:val="20"/>
              </w:rPr>
            </w:pPr>
          </w:p>
          <w:p w:rsidR="005B7F31" w:rsidRDefault="005B7F31" w:rsidP="005B7F31">
            <w:r>
              <w:t>¿Por qué  cree que el gobierno  no le interesa  invertir, a pesar de  que es  una de principales actividades  económicas  del sector  agropecuario?</w:t>
            </w:r>
            <w:r w:rsidR="00BB344C">
              <w:t xml:space="preserve">  Opinión_______________________________________________</w:t>
            </w:r>
          </w:p>
          <w:p w:rsidR="00BB344C" w:rsidRDefault="00BB344C" w:rsidP="005B7F31">
            <w:r>
              <w:t>______________________________________________________________________________________</w:t>
            </w:r>
          </w:p>
          <w:p w:rsidR="00BB344C" w:rsidRDefault="00BB344C" w:rsidP="005B7F31">
            <w:r>
              <w:t>______________________________________________________________________________________</w:t>
            </w:r>
          </w:p>
          <w:p w:rsidR="005B7F31" w:rsidRDefault="005B7F31" w:rsidP="005B7F31"/>
          <w:p w:rsidR="005B7F31" w:rsidRDefault="005B7F31" w:rsidP="005B7F31"/>
          <w:p w:rsidR="005B7F31" w:rsidRDefault="005B7F31" w:rsidP="005B7F31">
            <w:r>
              <w:t xml:space="preserve">¿Cuanto tiempo tarda un becerro  en  crecer y engordar? </w:t>
            </w:r>
          </w:p>
          <w:p w:rsidR="005B7F31" w:rsidRDefault="00BB344C" w:rsidP="00BB344C">
            <w:pPr>
              <w:pStyle w:val="Prrafodelista"/>
              <w:numPr>
                <w:ilvl w:val="0"/>
                <w:numId w:val="4"/>
              </w:numPr>
            </w:pPr>
            <w:r>
              <w:t>8 meses        b)1 a</w:t>
            </w:r>
            <w:r>
              <w:rPr>
                <w:rFonts w:ascii="Arial" w:hAnsi="Arial" w:cs="Arial"/>
                <w:sz w:val="20"/>
                <w:szCs w:val="20"/>
              </w:rPr>
              <w:t>ñ</w:t>
            </w:r>
            <w:r>
              <w:t>o      c) 2 a</w:t>
            </w:r>
            <w:r>
              <w:rPr>
                <w:rFonts w:ascii="Arial" w:hAnsi="Arial" w:cs="Arial"/>
                <w:sz w:val="20"/>
                <w:szCs w:val="20"/>
              </w:rPr>
              <w:t>ñ</w:t>
            </w:r>
            <w:r>
              <w:t>os        d)  3 a</w:t>
            </w:r>
            <w:r>
              <w:rPr>
                <w:rFonts w:ascii="Arial" w:hAnsi="Arial" w:cs="Arial"/>
                <w:sz w:val="20"/>
                <w:szCs w:val="20"/>
              </w:rPr>
              <w:t>ñ</w:t>
            </w:r>
            <w:r>
              <w:t>os</w:t>
            </w:r>
          </w:p>
          <w:p w:rsidR="005B7F31" w:rsidRDefault="005B7F31" w:rsidP="005B7F31"/>
          <w:p w:rsidR="005B7F31" w:rsidRDefault="005B7F31" w:rsidP="005B7F31">
            <w:r>
              <w:t>¿Cual de todas las razas bovinas  es  más rentable</w:t>
            </w:r>
          </w:p>
          <w:p w:rsidR="005B7F31" w:rsidRDefault="005B7F31" w:rsidP="005B7F31"/>
          <w:p w:rsidR="00BB344C" w:rsidRDefault="00BB344C" w:rsidP="005B7F31">
            <w:r>
              <w:t>a)</w:t>
            </w:r>
            <w:r w:rsidR="004879DA">
              <w:t xml:space="preserve">brahmán          b) pardo suizo           c) nerole                d) charolais   </w:t>
            </w:r>
          </w:p>
          <w:p w:rsidR="00BB344C" w:rsidRDefault="00BB344C" w:rsidP="005B7F31"/>
          <w:p w:rsidR="005B7F31" w:rsidRDefault="005B7F31" w:rsidP="005B7F31">
            <w:r>
              <w:t>¿Que  alimento utiliza para  que  el animal  tenga  mayor peso?</w:t>
            </w:r>
          </w:p>
          <w:p w:rsidR="005B7F31" w:rsidRDefault="005B7F31" w:rsidP="005B7F31"/>
          <w:p w:rsidR="005B7F31" w:rsidRDefault="005B7F31" w:rsidP="005B7F31">
            <w:r>
              <w:t xml:space="preserve"> </w:t>
            </w:r>
          </w:p>
          <w:p w:rsidR="00BB344C" w:rsidRDefault="00BB344C" w:rsidP="005B7F31"/>
          <w:p w:rsidR="004879DA" w:rsidRDefault="004879DA" w:rsidP="005B7F31"/>
          <w:p w:rsidR="005B7F31" w:rsidRDefault="005B7F31" w:rsidP="005B7F31">
            <w:r>
              <w:t>¿Cual es el mejor método  de  engorde  para  obtener  ganancias  en un corto tiempo?</w:t>
            </w:r>
          </w:p>
          <w:p w:rsidR="004879DA" w:rsidRDefault="004879DA" w:rsidP="004879DA">
            <w:r>
              <w:t xml:space="preserve">     a)extensivo           b)semiextensivo          c) intensivo      d) otro</w:t>
            </w:r>
          </w:p>
          <w:p w:rsidR="00BB344C" w:rsidRDefault="00BB344C" w:rsidP="00BB344C">
            <w:pPr>
              <w:spacing w:before="100" w:beforeAutospacing="1"/>
              <w:ind w:left="-720" w:right="-720"/>
            </w:pPr>
            <w:r>
              <w:t>¿</w:t>
            </w:r>
            <w:proofErr w:type="spellStart"/>
            <w:r>
              <w:t>Cuá</w:t>
            </w:r>
            <w:proofErr w:type="spellEnd"/>
          </w:p>
          <w:p w:rsidR="005B7F31" w:rsidRDefault="005B7F31" w:rsidP="005B7F31">
            <w:pPr>
              <w:spacing w:before="100" w:beforeAutospacing="1"/>
              <w:ind w:left="-720" w:right="-720"/>
            </w:pPr>
            <w:r>
              <w:t>¿</w:t>
            </w:r>
            <w:r w:rsidR="00BB344C">
              <w:t>cual</w:t>
            </w:r>
          </w:p>
          <w:p w:rsidR="005B7F31" w:rsidRDefault="005B7F31" w:rsidP="005B7F31">
            <w:pPr>
              <w:spacing w:before="100" w:beforeAutospacing="1"/>
              <w:ind w:left="-720" w:right="-720"/>
            </w:pPr>
            <w:proofErr w:type="gramStart"/>
            <w:r>
              <w:lastRenderedPageBreak/>
              <w:t>s</w:t>
            </w:r>
            <w:proofErr w:type="gramEnd"/>
            <w:r>
              <w:t xml:space="preserve"> </w:t>
            </w:r>
            <w:proofErr w:type="spellStart"/>
            <w:r w:rsidR="00BB344C">
              <w:t>méto</w:t>
            </w:r>
            <w:proofErr w:type="spellEnd"/>
            <w:r w:rsidR="00BB344C">
              <w:t xml:space="preserve">   ¿Cuál es el método </w:t>
            </w:r>
            <w:r>
              <w:t xml:space="preserve"> de producción es  mas  practicado  en  nuestro país?</w:t>
            </w:r>
          </w:p>
          <w:p w:rsidR="00BB344C" w:rsidRDefault="004879DA" w:rsidP="004879DA">
            <w:pPr>
              <w:spacing w:before="100" w:beforeAutospacing="1"/>
              <w:ind w:left="-720" w:right="-720" w:firstLine="708"/>
            </w:pPr>
            <w:r>
              <w:t>a)tecnificado              b)semitecnificado           c) tradicional       d) traspatio</w:t>
            </w:r>
          </w:p>
          <w:p w:rsidR="005B7F31" w:rsidRDefault="005B7F31" w:rsidP="005B7F31">
            <w:r>
              <w:t xml:space="preserve"> </w:t>
            </w:r>
          </w:p>
          <w:p w:rsidR="00BB344C" w:rsidRDefault="00BB344C" w:rsidP="005B7F31"/>
          <w:p w:rsidR="00BB344C" w:rsidRDefault="00BB344C" w:rsidP="005B7F31"/>
          <w:p w:rsidR="005B7F31" w:rsidRDefault="005B7F31" w:rsidP="005B7F31">
            <w:r>
              <w:t>¿Cuál es el precio por kilo  del ganado bovino en pie?</w:t>
            </w:r>
          </w:p>
          <w:p w:rsidR="005B7F31" w:rsidRDefault="005B7F31" w:rsidP="005B7F31"/>
          <w:p w:rsidR="00BB344C" w:rsidRDefault="00BB344C" w:rsidP="005B7F31"/>
          <w:p w:rsidR="00BB344C" w:rsidRDefault="00BB344C" w:rsidP="005B7F31"/>
          <w:p w:rsidR="00BB344C" w:rsidRDefault="00BB344C" w:rsidP="005B7F31"/>
          <w:p w:rsidR="004879DA" w:rsidRDefault="005B7F31" w:rsidP="005B7F31">
            <w:r>
              <w:t>¿Qué método de producción es el   más  eficiente?</w:t>
            </w:r>
          </w:p>
          <w:p w:rsidR="005B7F31" w:rsidRDefault="005B7F31" w:rsidP="005B7F31"/>
          <w:p w:rsidR="00BB344C" w:rsidRDefault="004879DA" w:rsidP="004879DA">
            <w:r>
              <w:t>a)tecnificado          b)semitecnificado         c)tradicional         d)traspatio</w:t>
            </w:r>
          </w:p>
          <w:p w:rsidR="00BB344C" w:rsidRDefault="00BB344C" w:rsidP="005B7F31"/>
          <w:p w:rsidR="00BB344C" w:rsidRDefault="00BB344C" w:rsidP="005B7F31"/>
          <w:p w:rsidR="005B7F31" w:rsidRDefault="005B7F31" w:rsidP="005B7F31">
            <w:r>
              <w:t>¿Cual es el precio  del kilo de carne de res?</w:t>
            </w:r>
          </w:p>
          <w:p w:rsidR="005B7F31" w:rsidRDefault="005B7F31" w:rsidP="005B7F31"/>
          <w:p w:rsidR="005B7F31" w:rsidRDefault="005B7F31" w:rsidP="005B7F31"/>
          <w:p w:rsidR="005B7F31" w:rsidRDefault="005B7F31" w:rsidP="005B7F31"/>
          <w:p w:rsidR="005B7F31" w:rsidRDefault="005B7F31" w:rsidP="005B7F31"/>
          <w:p w:rsidR="00BB344C" w:rsidRDefault="00BB344C" w:rsidP="005B7F31"/>
          <w:p w:rsidR="005B7F31" w:rsidRDefault="005B7F31" w:rsidP="005B7F31">
            <w:r>
              <w:t xml:space="preserve">¿Que tipo de carne es la que </w:t>
            </w:r>
            <w:proofErr w:type="gramStart"/>
            <w:r>
              <w:t>mas</w:t>
            </w:r>
            <w:proofErr w:type="gramEnd"/>
            <w:r>
              <w:t xml:space="preserve">  consume  la población?</w:t>
            </w:r>
          </w:p>
          <w:p w:rsidR="005B7F31" w:rsidRDefault="005B7F31" w:rsidP="005B7F31">
            <w:pPr>
              <w:pStyle w:val="Prrafodelista"/>
              <w:numPr>
                <w:ilvl w:val="0"/>
                <w:numId w:val="2"/>
              </w:numPr>
            </w:pPr>
            <w:r>
              <w:t>Pollo      b)cerdo      c)pescado         d) res</w:t>
            </w:r>
          </w:p>
          <w:p w:rsidR="005B7F31" w:rsidRDefault="005B7F31" w:rsidP="005B7F31"/>
          <w:p w:rsidR="005B7F31" w:rsidRDefault="005B7F31" w:rsidP="000D775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442EED" w:rsidRDefault="00442EED"/>
    <w:sectPr w:rsidR="00442EED" w:rsidSect="003A5155">
      <w:headerReference w:type="even" r:id="rId12"/>
      <w:headerReference w:type="default" r:id="rId13"/>
      <w:pgSz w:w="11906" w:h="16838"/>
      <w:pgMar w:top="1417" w:right="1701" w:bottom="1417" w:left="1701" w:header="708" w:footer="708" w:gutter="0"/>
      <w:pgBorders w:offsetFrom="page">
        <w:top w:val="cornerTriangles" w:sz="10" w:space="24" w:color="auto"/>
        <w:left w:val="cornerTriangles" w:sz="10" w:space="24" w:color="auto"/>
        <w:bottom w:val="cornerTriangles" w:sz="10" w:space="24" w:color="auto"/>
        <w:right w:val="cornerTriangles" w:sz="10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3405" w:rsidRDefault="00883405" w:rsidP="00A56C4C">
      <w:pPr>
        <w:spacing w:after="0" w:line="240" w:lineRule="auto"/>
      </w:pPr>
      <w:r>
        <w:separator/>
      </w:r>
    </w:p>
  </w:endnote>
  <w:endnote w:type="continuationSeparator" w:id="0">
    <w:p w:rsidR="00883405" w:rsidRDefault="00883405" w:rsidP="00A56C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3405" w:rsidRDefault="00883405" w:rsidP="00A56C4C">
      <w:pPr>
        <w:spacing w:after="0" w:line="240" w:lineRule="auto"/>
      </w:pPr>
      <w:r>
        <w:separator/>
      </w:r>
    </w:p>
  </w:footnote>
  <w:footnote w:type="continuationSeparator" w:id="0">
    <w:p w:rsidR="00883405" w:rsidRDefault="00883405" w:rsidP="00A56C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6C4C" w:rsidRDefault="00AC11CC" w:rsidP="000D7758">
    <w:pPr>
      <w:pStyle w:val="Encabezado"/>
      <w:jc w:val="center"/>
      <w:rPr>
        <w:color w:val="365F91" w:themeColor="accent1" w:themeShade="BF"/>
      </w:rPr>
    </w:pPr>
    <w:r w:rsidRPr="00AC11CC">
      <w:rPr>
        <w:noProof/>
        <w:color w:val="365F91" w:themeColor="accent1" w:themeShade="BF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7" o:spid="_x0000_s4102" type="#_x0000_t202" style="position:absolute;left:0;text-align:left;margin-left:371.7pt;margin-top:20.1pt;width:125.25pt;height:23.25pt;z-index:251661312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" stroked="f">
          <v:textbox>
            <w:txbxContent>
              <w:p w:rsidR="00A56C4C" w:rsidRPr="00A56C4C" w:rsidRDefault="00A56C4C">
                <w:pPr>
                  <w:rPr>
                    <w:sz w:val="20"/>
                    <w:szCs w:val="20"/>
                  </w:rPr>
                </w:pPr>
              </w:p>
            </w:txbxContent>
          </v:textbox>
        </v:shape>
      </w:pict>
    </w:r>
    <w:r w:rsidR="000D7758">
      <w:rPr>
        <w:color w:val="365F91" w:themeColor="accent1" w:themeShade="BF"/>
      </w:rPr>
      <w:t>ESTUDIO DE MERCADO DE LA GANADERIA</w:t>
    </w:r>
  </w:p>
  <w:p w:rsidR="00A56C4C" w:rsidRDefault="00A56C4C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0F455C"/>
    <w:multiLevelType w:val="hybridMultilevel"/>
    <w:tmpl w:val="C8B41A3C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152915"/>
    <w:multiLevelType w:val="hybridMultilevel"/>
    <w:tmpl w:val="0BC6E95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6E39AA"/>
    <w:multiLevelType w:val="hybridMultilevel"/>
    <w:tmpl w:val="0254BEF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DA3927"/>
    <w:multiLevelType w:val="hybridMultilevel"/>
    <w:tmpl w:val="63DEB2F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07450B"/>
    <w:multiLevelType w:val="hybridMultilevel"/>
    <w:tmpl w:val="C37E6E16"/>
    <w:lvl w:ilvl="0" w:tplc="A39C2C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44169E1"/>
    <w:multiLevelType w:val="hybridMultilevel"/>
    <w:tmpl w:val="BFC43A34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AA49E2"/>
    <w:multiLevelType w:val="hybridMultilevel"/>
    <w:tmpl w:val="B1A237AE"/>
    <w:lvl w:ilvl="0" w:tplc="2E4A56BA">
      <w:start w:val="1"/>
      <w:numFmt w:val="lowerLetter"/>
      <w:lvlText w:val="%1)"/>
      <w:lvlJc w:val="left"/>
      <w:pPr>
        <w:ind w:left="39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110" w:hanging="360"/>
      </w:pPr>
    </w:lvl>
    <w:lvl w:ilvl="2" w:tplc="0C0A001B" w:tentative="1">
      <w:start w:val="1"/>
      <w:numFmt w:val="lowerRoman"/>
      <w:lvlText w:val="%3."/>
      <w:lvlJc w:val="right"/>
      <w:pPr>
        <w:ind w:left="1830" w:hanging="180"/>
      </w:pPr>
    </w:lvl>
    <w:lvl w:ilvl="3" w:tplc="0C0A000F" w:tentative="1">
      <w:start w:val="1"/>
      <w:numFmt w:val="decimal"/>
      <w:lvlText w:val="%4."/>
      <w:lvlJc w:val="left"/>
      <w:pPr>
        <w:ind w:left="2550" w:hanging="360"/>
      </w:pPr>
    </w:lvl>
    <w:lvl w:ilvl="4" w:tplc="0C0A0019" w:tentative="1">
      <w:start w:val="1"/>
      <w:numFmt w:val="lowerLetter"/>
      <w:lvlText w:val="%5."/>
      <w:lvlJc w:val="left"/>
      <w:pPr>
        <w:ind w:left="3270" w:hanging="360"/>
      </w:pPr>
    </w:lvl>
    <w:lvl w:ilvl="5" w:tplc="0C0A001B" w:tentative="1">
      <w:start w:val="1"/>
      <w:numFmt w:val="lowerRoman"/>
      <w:lvlText w:val="%6."/>
      <w:lvlJc w:val="right"/>
      <w:pPr>
        <w:ind w:left="3990" w:hanging="180"/>
      </w:pPr>
    </w:lvl>
    <w:lvl w:ilvl="6" w:tplc="0C0A000F" w:tentative="1">
      <w:start w:val="1"/>
      <w:numFmt w:val="decimal"/>
      <w:lvlText w:val="%7."/>
      <w:lvlJc w:val="left"/>
      <w:pPr>
        <w:ind w:left="4710" w:hanging="360"/>
      </w:pPr>
    </w:lvl>
    <w:lvl w:ilvl="7" w:tplc="0C0A0019" w:tentative="1">
      <w:start w:val="1"/>
      <w:numFmt w:val="lowerLetter"/>
      <w:lvlText w:val="%8."/>
      <w:lvlJc w:val="left"/>
      <w:pPr>
        <w:ind w:left="5430" w:hanging="360"/>
      </w:pPr>
    </w:lvl>
    <w:lvl w:ilvl="8" w:tplc="0C0A001B" w:tentative="1">
      <w:start w:val="1"/>
      <w:numFmt w:val="lowerRoman"/>
      <w:lvlText w:val="%9."/>
      <w:lvlJc w:val="right"/>
      <w:pPr>
        <w:ind w:left="6150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0"/>
  </w:num>
  <w:num w:numId="5">
    <w:abstractNumId w:val="6"/>
  </w:num>
  <w:num w:numId="6">
    <w:abstractNumId w:val="2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7328B7"/>
    <w:rsid w:val="00030F75"/>
    <w:rsid w:val="000D7758"/>
    <w:rsid w:val="000E6BE0"/>
    <w:rsid w:val="000F7CD6"/>
    <w:rsid w:val="001F632E"/>
    <w:rsid w:val="00213237"/>
    <w:rsid w:val="00243114"/>
    <w:rsid w:val="002D0116"/>
    <w:rsid w:val="00324022"/>
    <w:rsid w:val="003A5155"/>
    <w:rsid w:val="003C57D1"/>
    <w:rsid w:val="00431837"/>
    <w:rsid w:val="00442EED"/>
    <w:rsid w:val="004879DA"/>
    <w:rsid w:val="00513EE9"/>
    <w:rsid w:val="00521D71"/>
    <w:rsid w:val="005B7F31"/>
    <w:rsid w:val="006575D9"/>
    <w:rsid w:val="00665BF4"/>
    <w:rsid w:val="00695B82"/>
    <w:rsid w:val="006C74DC"/>
    <w:rsid w:val="006E2387"/>
    <w:rsid w:val="007328B7"/>
    <w:rsid w:val="00736244"/>
    <w:rsid w:val="0076794E"/>
    <w:rsid w:val="0078722E"/>
    <w:rsid w:val="007A7947"/>
    <w:rsid w:val="007D456F"/>
    <w:rsid w:val="00883405"/>
    <w:rsid w:val="008B047C"/>
    <w:rsid w:val="008E6671"/>
    <w:rsid w:val="00912DAE"/>
    <w:rsid w:val="0092232C"/>
    <w:rsid w:val="00936B48"/>
    <w:rsid w:val="00962008"/>
    <w:rsid w:val="009A5195"/>
    <w:rsid w:val="00A56C4C"/>
    <w:rsid w:val="00AC0B15"/>
    <w:rsid w:val="00AC11CC"/>
    <w:rsid w:val="00AF61A3"/>
    <w:rsid w:val="00B273E7"/>
    <w:rsid w:val="00B86654"/>
    <w:rsid w:val="00BA3128"/>
    <w:rsid w:val="00BB344C"/>
    <w:rsid w:val="00BF6D9C"/>
    <w:rsid w:val="00C711E7"/>
    <w:rsid w:val="00CB03C4"/>
    <w:rsid w:val="00CF0091"/>
    <w:rsid w:val="00CF0E52"/>
    <w:rsid w:val="00D65D5E"/>
    <w:rsid w:val="00DD3241"/>
    <w:rsid w:val="00EB2BE8"/>
    <w:rsid w:val="00EB77DA"/>
    <w:rsid w:val="00EF44DA"/>
    <w:rsid w:val="00F04B33"/>
    <w:rsid w:val="00F118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11C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56C4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56C4C"/>
  </w:style>
  <w:style w:type="paragraph" w:styleId="Piedepgina">
    <w:name w:val="footer"/>
    <w:basedOn w:val="Normal"/>
    <w:link w:val="PiedepginaCar"/>
    <w:uiPriority w:val="99"/>
    <w:unhideWhenUsed/>
    <w:rsid w:val="00A56C4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56C4C"/>
  </w:style>
  <w:style w:type="paragraph" w:styleId="Textodeglobo">
    <w:name w:val="Balloon Text"/>
    <w:basedOn w:val="Normal"/>
    <w:link w:val="TextodegloboCar"/>
    <w:uiPriority w:val="99"/>
    <w:semiHidden/>
    <w:unhideWhenUsed/>
    <w:rsid w:val="00A56C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56C4C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A56C4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EB2BE8"/>
    <w:pPr>
      <w:ind w:left="720"/>
      <w:contextualSpacing/>
    </w:pPr>
  </w:style>
  <w:style w:type="character" w:styleId="Textodelmarcadordeposicin">
    <w:name w:val="Placeholder Text"/>
    <w:basedOn w:val="Fuentedeprrafopredeter"/>
    <w:uiPriority w:val="99"/>
    <w:semiHidden/>
    <w:rsid w:val="00912DAE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56C4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6C4C"/>
  </w:style>
  <w:style w:type="paragraph" w:styleId="Footer">
    <w:name w:val="footer"/>
    <w:basedOn w:val="Normal"/>
    <w:link w:val="FooterChar"/>
    <w:uiPriority w:val="99"/>
    <w:unhideWhenUsed/>
    <w:rsid w:val="00A56C4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6C4C"/>
  </w:style>
  <w:style w:type="paragraph" w:styleId="BalloonText">
    <w:name w:val="Balloon Text"/>
    <w:basedOn w:val="Normal"/>
    <w:link w:val="BalloonTextChar"/>
    <w:uiPriority w:val="99"/>
    <w:semiHidden/>
    <w:unhideWhenUsed/>
    <w:rsid w:val="00A56C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6C4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56C4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B2BE8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912DAE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!!Lilian!!!\Downloads\TS010256909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mar.</PublishDate>
  <Abstract/>
  <CompanyAddress/>
  <CompanyPhone/>
  <CompanyFax/>
  <CompanyEmail/>
</CoverPageProperti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/>
</file>

<file path=customXml/item3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TemplateFile" ma:contentTypeID="0x010100DE95A0C693CEB341887D38A4A2B58B45040072C752107C5A7B47AA91A1EE638E6F1F" ma:contentTypeVersion="28" ma:contentTypeDescription="Create a new document." ma:contentTypeScope="" ma:versionID="5eea76452d7eb073b41e4ecbec7235c0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D047AD9-DE76-45AD-B9BC-DB62DED4CF3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1EE5AA6-0FAE-48B8-A868-DE3BCE0B2F1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D52D7DA-5FFE-4874-A228-7ACCC90CF36E}">
  <ds:schemaRefs>
    <ds:schemaRef ds:uri="http://schemas.microsoft.com/office/2006/metadata/contentType"/>
    <ds:schemaRef ds:uri="http://schemas.microsoft.com/office/2006/metadata/properties/metaAttributes"/>
  </ds:schemaRefs>
</ds:datastoreItem>
</file>

<file path=customXml/itemProps5.xml><?xml version="1.0" encoding="utf-8"?>
<ds:datastoreItem xmlns:ds="http://schemas.openxmlformats.org/officeDocument/2006/customXml" ds:itemID="{9820B4AE-9E10-4553-B821-9B035CF3DD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TS010256909</Template>
  <TotalTime>6</TotalTime>
  <Pages>2</Pages>
  <Words>261</Words>
  <Characters>1441</Characters>
  <Application>Microsoft Office Word</Application>
  <DocSecurity>0</DocSecurity>
  <Lines>12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Chocolate Orgánico</vt:lpstr>
      <vt:lpstr>Chocolate Orgánico</vt:lpstr>
    </vt:vector>
  </TitlesOfParts>
  <Company/>
  <LinksUpToDate>false</LinksUpToDate>
  <CharactersWithSpaces>1699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Chocolate Orgánico</dc:title>
  <dc:creator>Lilian</dc:creator>
  <cp:lastModifiedBy>Invitado</cp:lastModifiedBy>
  <cp:revision>2</cp:revision>
  <dcterms:created xsi:type="dcterms:W3CDTF">2012-05-03T04:41:00Z</dcterms:created>
  <dcterms:modified xsi:type="dcterms:W3CDTF">2012-05-03T04:41:00Z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TC102569099990</vt:lpwstr>
  </property>
</Properties>
</file>